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66" w:rsidRPr="009F3297" w:rsidRDefault="00C10E66">
      <w:pPr>
        <w:rPr>
          <w:rFonts w:ascii="Arial" w:hAnsi="Arial"/>
          <w:sz w:val="24"/>
          <w:szCs w:val="24"/>
        </w:rPr>
      </w:pPr>
    </w:p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16"/>
        <w:gridCol w:w="2273"/>
        <w:gridCol w:w="1917"/>
        <w:gridCol w:w="510"/>
        <w:gridCol w:w="1497"/>
        <w:gridCol w:w="2091"/>
      </w:tblGrid>
      <w:tr w:rsidR="00C10E66" w:rsidRPr="009F3297" w:rsidTr="00503BEE">
        <w:tc>
          <w:tcPr>
            <w:tcW w:w="4089" w:type="dxa"/>
            <w:gridSpan w:val="2"/>
          </w:tcPr>
          <w:p w:rsidR="00C10E66" w:rsidRPr="0008725E" w:rsidRDefault="00C10E66" w:rsidP="00E06AE7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SCH4U – Chemical Systems and Equilibrium</w:t>
            </w:r>
          </w:p>
          <w:p w:rsidR="00C10E66" w:rsidRPr="009F3297" w:rsidRDefault="00C10E66" w:rsidP="00E06AE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>pH and pOH</w:t>
            </w:r>
          </w:p>
        </w:tc>
        <w:tc>
          <w:tcPr>
            <w:tcW w:w="6015" w:type="dxa"/>
            <w:gridSpan w:val="4"/>
          </w:tcPr>
          <w:p w:rsidR="00C10E66" w:rsidRPr="009F3297" w:rsidRDefault="00C10E66" w:rsidP="00252BA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Teachers:</w:t>
            </w:r>
            <w:r w:rsidRPr="009F3297">
              <w:rPr>
                <w:rFonts w:ascii="Arial" w:hAnsi="Arial"/>
                <w:sz w:val="24"/>
                <w:szCs w:val="24"/>
              </w:rPr>
              <w:t xml:space="preserve"> Mr. Jeremy Burt and Mr. Michael Law</w:t>
            </w:r>
          </w:p>
          <w:p w:rsidR="00C10E66" w:rsidRPr="009F3297" w:rsidRDefault="00C10E66" w:rsidP="00252BA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Time:</w:t>
            </w:r>
            <w:r w:rsidRPr="009F3297">
              <w:rPr>
                <w:rFonts w:ascii="Arial" w:hAnsi="Arial"/>
                <w:sz w:val="24"/>
                <w:szCs w:val="24"/>
              </w:rPr>
              <w:t xml:space="preserve"> 75mins </w:t>
            </w:r>
          </w:p>
        </w:tc>
      </w:tr>
      <w:tr w:rsidR="00C10E66" w:rsidRPr="009F3297" w:rsidTr="00503BEE">
        <w:tc>
          <w:tcPr>
            <w:tcW w:w="4089" w:type="dxa"/>
            <w:gridSpan w:val="2"/>
          </w:tcPr>
          <w:p w:rsidR="00C10E66" w:rsidRPr="0008725E" w:rsidRDefault="00C10E66" w:rsidP="00BE755A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 xml:space="preserve"> </w:t>
            </w:r>
            <w:r w:rsidRPr="0008725E">
              <w:rPr>
                <w:rFonts w:ascii="Arial" w:hAnsi="Arial"/>
                <w:b/>
                <w:sz w:val="24"/>
                <w:szCs w:val="24"/>
              </w:rPr>
              <w:t>Materials:</w:t>
            </w:r>
          </w:p>
          <w:p w:rsidR="00C10E66" w:rsidRPr="00B66B3C" w:rsidRDefault="00C10E66" w:rsidP="00252BA7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B66B3C">
              <w:rPr>
                <w:rFonts w:ascii="Arial" w:hAnsi="Arial"/>
                <w:sz w:val="24"/>
                <w:szCs w:val="24"/>
              </w:rPr>
              <w:t xml:space="preserve">Lab equipment (beakers, acidic and basic solutions, pH meter) </w:t>
            </w:r>
          </w:p>
          <w:p w:rsidR="00C10E66" w:rsidRPr="009F3297" w:rsidRDefault="00C10E66" w:rsidP="00BE755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B66B3C">
              <w:rPr>
                <w:rFonts w:ascii="Arial" w:hAnsi="Arial"/>
                <w:sz w:val="24"/>
                <w:szCs w:val="24"/>
              </w:rPr>
              <w:t>Projector, screen, and laptop</w:t>
            </w:r>
            <w:r w:rsidRPr="009F3297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  <w:tc>
          <w:tcPr>
            <w:tcW w:w="2427" w:type="dxa"/>
            <w:gridSpan w:val="2"/>
            <w:tcBorders>
              <w:right w:val="nil"/>
            </w:tcBorders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Appendix:</w:t>
            </w:r>
          </w:p>
          <w:p w:rsidR="00C10E66" w:rsidRPr="009F3297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smartTag w:uri="urn:schemas-microsoft-com:office:smarttags" w:element="place">
              <w:r w:rsidRPr="009F3297">
                <w:rPr>
                  <w:rFonts w:ascii="Arial" w:hAnsi="Arial"/>
                  <w:sz w:val="24"/>
                  <w:szCs w:val="24"/>
                </w:rPr>
                <w:t>I.</w:t>
              </w:r>
            </w:smartTag>
            <w:r>
              <w:rPr>
                <w:rFonts w:ascii="Arial" w:hAnsi="Arial"/>
                <w:sz w:val="24"/>
                <w:szCs w:val="24"/>
              </w:rPr>
              <w:t xml:space="preserve"> Element Cards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>II.</w:t>
            </w:r>
            <w:r>
              <w:rPr>
                <w:rFonts w:ascii="Arial" w:hAnsi="Arial"/>
                <w:sz w:val="24"/>
                <w:szCs w:val="24"/>
              </w:rPr>
              <w:t xml:space="preserve"> Placemat Design </w:t>
            </w:r>
          </w:p>
          <w:p w:rsidR="00C10E66" w:rsidRDefault="00C10E66" w:rsidP="009E4F71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>III.</w:t>
            </w:r>
            <w:r>
              <w:rPr>
                <w:rFonts w:ascii="Arial" w:hAnsi="Arial"/>
                <w:sz w:val="24"/>
                <w:szCs w:val="24"/>
              </w:rPr>
              <w:t xml:space="preserve"> PowerPoint </w:t>
            </w:r>
          </w:p>
          <w:p w:rsidR="00C10E66" w:rsidRPr="009F3297" w:rsidRDefault="00C10E66" w:rsidP="009E4F71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 xml:space="preserve">IV. </w:t>
            </w:r>
            <w:r>
              <w:rPr>
                <w:rFonts w:ascii="Arial" w:hAnsi="Arial"/>
                <w:sz w:val="24"/>
                <w:szCs w:val="24"/>
              </w:rPr>
              <w:t>Traffic Lights</w:t>
            </w:r>
          </w:p>
        </w:tc>
        <w:tc>
          <w:tcPr>
            <w:tcW w:w="3588" w:type="dxa"/>
            <w:gridSpan w:val="2"/>
            <w:tcBorders>
              <w:left w:val="nil"/>
            </w:tcBorders>
          </w:tcPr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V. Handout 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VI. Teacher Notes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VII. Teacher Notes</w:t>
            </w:r>
          </w:p>
          <w:p w:rsidR="00C10E66" w:rsidRPr="009F3297" w:rsidRDefault="00C10E66" w:rsidP="00D66A0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VIII.  Triangles reflection  </w:t>
            </w:r>
          </w:p>
        </w:tc>
      </w:tr>
      <w:tr w:rsidR="00C10E66" w:rsidRPr="009F3297" w:rsidTr="00503BEE">
        <w:tc>
          <w:tcPr>
            <w:tcW w:w="10104" w:type="dxa"/>
            <w:gridSpan w:val="6"/>
          </w:tcPr>
          <w:p w:rsidR="00C10E66" w:rsidRPr="0008725E" w:rsidRDefault="00C10E66" w:rsidP="005530B3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Curriculum Connections: </w:t>
            </w:r>
          </w:p>
          <w:p w:rsidR="00C10E66" w:rsidRPr="009F3297" w:rsidRDefault="00C10E66" w:rsidP="005530B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08725E" w:rsidRDefault="00C10E66" w:rsidP="005530B3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B66B3C">
              <w:rPr>
                <w:rFonts w:ascii="Arial" w:hAnsi="Arial"/>
                <w:b/>
                <w:sz w:val="24"/>
                <w:szCs w:val="24"/>
              </w:rPr>
              <w:t>Big Idea:</w:t>
            </w: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  <w:p w:rsidR="00C10E66" w:rsidRDefault="00C10E66" w:rsidP="005530B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5530B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Chemical systems are dynamic and respond to changing conditions in predictable ways</w:t>
            </w:r>
          </w:p>
          <w:p w:rsidR="00C10E66" w:rsidRPr="009F3297" w:rsidRDefault="00C10E66" w:rsidP="005530B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08725E" w:rsidRDefault="00C10E66" w:rsidP="005530B3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Overall Expectations:</w:t>
            </w:r>
          </w:p>
          <w:p w:rsidR="00C10E66" w:rsidRPr="009F3297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>A1 Demonstrate scientific investigation skills (related to both inquiry and research) in the four areas of skills (initiating and planning, performing and recording, analyzing and interpreting, and communicating)</w:t>
            </w:r>
          </w:p>
          <w:p w:rsidR="00C10E66" w:rsidRPr="009F3297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 xml:space="preserve">E3 Demonstrate an understanding of the concept of dynamic equilibrium and the variables that cause shifts in the equilibrium of chemical systems. </w:t>
            </w:r>
          </w:p>
          <w:p w:rsidR="00C10E66" w:rsidRPr="009F3297" w:rsidRDefault="00C10E66" w:rsidP="005530B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08725E" w:rsidRDefault="00C10E66" w:rsidP="005530B3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Specific Expectations: </w:t>
            </w:r>
          </w:p>
          <w:p w:rsidR="00C10E66" w:rsidRPr="009F3297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>A1.1 Formulate relevant scientific questions about observed relationships, ideas, problems, or issues, make informed predictions, and/or formulate educated hypotheses to focus inquiries or research</w:t>
            </w:r>
          </w:p>
          <w:p w:rsidR="00C10E66" w:rsidRPr="009F3297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>A1.13 Express the results of any calculations involving data accurately and precisely, to the appropriate number of decimal places and significant figures</w:t>
            </w:r>
          </w:p>
          <w:p w:rsidR="00C10E66" w:rsidRPr="009F3297" w:rsidRDefault="00C10E66" w:rsidP="005530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>E3.5 Use the ionization constant of water (Kw) to calculate pH, pOH, [H3O</w:t>
            </w:r>
            <w:r w:rsidRPr="006E0C59">
              <w:rPr>
                <w:rFonts w:ascii="Arial" w:hAnsi="Arial"/>
                <w:bCs/>
                <w:sz w:val="24"/>
                <w:szCs w:val="24"/>
                <w:vertAlign w:val="superscript"/>
              </w:rPr>
              <w:t>+</w:t>
            </w:r>
            <w:r w:rsidRPr="009F3297">
              <w:rPr>
                <w:rFonts w:ascii="Arial" w:hAnsi="Arial"/>
                <w:sz w:val="24"/>
                <w:szCs w:val="24"/>
              </w:rPr>
              <w:t>], and [</w:t>
            </w:r>
            <w:smartTag w:uri="urn:schemas-microsoft-com:office:smarttags" w:element="State">
              <w:smartTag w:uri="urn:schemas-microsoft-com:office:smarttags" w:element="place">
                <w:r w:rsidRPr="009F3297">
                  <w:rPr>
                    <w:rFonts w:ascii="Arial" w:hAnsi="Arial"/>
                    <w:sz w:val="24"/>
                    <w:szCs w:val="24"/>
                  </w:rPr>
                  <w:t>OH</w:t>
                </w:r>
                <w:r w:rsidRPr="006E0C59">
                  <w:rPr>
                    <w:rFonts w:ascii="Arial" w:hAnsi="Arial"/>
                    <w:sz w:val="24"/>
                    <w:szCs w:val="24"/>
                    <w:vertAlign w:val="superscript"/>
                  </w:rPr>
                  <w:t>–</w:t>
                </w:r>
              </w:smartTag>
            </w:smartTag>
            <w:r w:rsidRPr="009F3297">
              <w:rPr>
                <w:rFonts w:ascii="Arial" w:hAnsi="Arial"/>
                <w:sz w:val="24"/>
                <w:szCs w:val="24"/>
              </w:rPr>
              <w:t>] for chemical reactions</w:t>
            </w:r>
          </w:p>
          <w:p w:rsidR="00C10E66" w:rsidRPr="009F3297" w:rsidRDefault="00C10E66" w:rsidP="005530B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5530B3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B66B3C">
              <w:rPr>
                <w:rFonts w:ascii="Arial" w:hAnsi="Arial"/>
                <w:b/>
                <w:sz w:val="24"/>
                <w:szCs w:val="24"/>
              </w:rPr>
              <w:t>Learning Goals:</w:t>
            </w:r>
          </w:p>
          <w:p w:rsidR="00C10E66" w:rsidRDefault="00C10E66" w:rsidP="005530B3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C10E66" w:rsidRPr="00505B47" w:rsidRDefault="00C10E66" w:rsidP="005530B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By the end of the lesson, students will be able to understand and use Kw, </w:t>
            </w:r>
            <w:r w:rsidRPr="009F3297">
              <w:rPr>
                <w:rFonts w:ascii="Arial" w:hAnsi="Arial"/>
                <w:sz w:val="24"/>
                <w:szCs w:val="24"/>
              </w:rPr>
              <w:t>pH, pOH, [H3O</w:t>
            </w:r>
            <w:r w:rsidRPr="006E0C59">
              <w:rPr>
                <w:rFonts w:ascii="Arial" w:hAnsi="Arial"/>
                <w:bCs/>
                <w:sz w:val="24"/>
                <w:szCs w:val="24"/>
                <w:vertAlign w:val="superscript"/>
              </w:rPr>
              <w:t>+</w:t>
            </w:r>
            <w:r w:rsidRPr="009F3297">
              <w:rPr>
                <w:rFonts w:ascii="Arial" w:hAnsi="Arial"/>
                <w:sz w:val="24"/>
                <w:szCs w:val="24"/>
              </w:rPr>
              <w:t>], and [</w:t>
            </w:r>
            <w:smartTag w:uri="urn:schemas-microsoft-com:office:smarttags" w:element="State">
              <w:smartTag w:uri="urn:schemas-microsoft-com:office:smarttags" w:element="place">
                <w:r w:rsidRPr="009F3297">
                  <w:rPr>
                    <w:rFonts w:ascii="Arial" w:hAnsi="Arial"/>
                    <w:sz w:val="24"/>
                    <w:szCs w:val="24"/>
                  </w:rPr>
                  <w:t>OH</w:t>
                </w:r>
                <w:r w:rsidRPr="006E0C59">
                  <w:rPr>
                    <w:rFonts w:ascii="Arial" w:hAnsi="Arial"/>
                    <w:sz w:val="24"/>
                    <w:szCs w:val="24"/>
                    <w:vertAlign w:val="superscript"/>
                  </w:rPr>
                  <w:t>–</w:t>
                </w:r>
              </w:smartTag>
            </w:smartTag>
            <w:r w:rsidRPr="009F3297">
              <w:rPr>
                <w:rFonts w:ascii="Arial" w:hAnsi="Arial"/>
                <w:sz w:val="24"/>
                <w:szCs w:val="24"/>
              </w:rPr>
              <w:t>]</w:t>
            </w:r>
            <w:r>
              <w:rPr>
                <w:rFonts w:ascii="Arial" w:hAnsi="Arial"/>
                <w:sz w:val="24"/>
                <w:szCs w:val="24"/>
              </w:rPr>
              <w:t xml:space="preserve"> for chemical reactions as well as to understand their relationships to one another. Students will also be able to understand and complete simple strong acid-strong base neutralization reactions.  </w:t>
            </w:r>
          </w:p>
          <w:p w:rsidR="00C10E66" w:rsidRPr="009F3297" w:rsidRDefault="00C10E66" w:rsidP="005530B3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08725E" w:rsidRDefault="00C10E66" w:rsidP="005530B3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>Prior Knowledge:</w:t>
            </w:r>
          </w:p>
          <w:p w:rsidR="00C10E66" w:rsidRPr="009F3297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 xml:space="preserve">SNC1D: Atoms, Elements, and Compounds (families of elements) </w:t>
            </w:r>
          </w:p>
          <w:p w:rsidR="00C10E66" w:rsidRPr="009F3297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 xml:space="preserve">SNC2D: Chemical Reactions (pH scale) </w:t>
            </w:r>
          </w:p>
          <w:p w:rsidR="00C10E66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9F3297">
              <w:rPr>
                <w:rFonts w:ascii="Arial" w:hAnsi="Arial"/>
                <w:sz w:val="24"/>
                <w:szCs w:val="24"/>
              </w:rPr>
              <w:t xml:space="preserve">SCH3U: Chemical Reactions (neutralization reactions), Quantities in Chemical Reactions (stoichiometry)  </w:t>
            </w:r>
          </w:p>
          <w:p w:rsidR="00C10E66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9F3297" w:rsidRDefault="00C10E66" w:rsidP="00883B59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C10E66" w:rsidRPr="009F3297" w:rsidTr="00503BEE">
        <w:tc>
          <w:tcPr>
            <w:tcW w:w="1816" w:type="dxa"/>
          </w:tcPr>
          <w:p w:rsidR="00C10E66" w:rsidRPr="009F3297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T/L Strategy </w:t>
            </w:r>
          </w:p>
        </w:tc>
        <w:tc>
          <w:tcPr>
            <w:tcW w:w="2007" w:type="dxa"/>
            <w:gridSpan w:val="2"/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Rationale </w:t>
            </w:r>
          </w:p>
        </w:tc>
        <w:tc>
          <w:tcPr>
            <w:tcW w:w="2091" w:type="dxa"/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Assessment </w:t>
            </w:r>
          </w:p>
        </w:tc>
      </w:tr>
      <w:tr w:rsidR="00C10E66" w:rsidRPr="009F3297" w:rsidTr="00503BEE">
        <w:tc>
          <w:tcPr>
            <w:tcW w:w="1816" w:type="dxa"/>
          </w:tcPr>
          <w:p w:rsidR="00C10E66" w:rsidRPr="0008725E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8725E">
              <w:rPr>
                <w:rFonts w:ascii="Arial" w:hAnsi="Arial"/>
                <w:b/>
                <w:sz w:val="24"/>
                <w:szCs w:val="24"/>
              </w:rPr>
              <w:t xml:space="preserve">Minds On 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5mins 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Appendix I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(element cards)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10mins </w:t>
            </w:r>
          </w:p>
          <w:p w:rsidR="00C10E66" w:rsidRPr="009F3297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Appendix II (placemat design) </w:t>
            </w:r>
          </w:p>
        </w:tc>
        <w:tc>
          <w:tcPr>
            <w:tcW w:w="4190" w:type="dxa"/>
            <w:gridSpan w:val="2"/>
          </w:tcPr>
          <w:p w:rsidR="00C10E66" w:rsidRPr="00597900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Whole Class </w:t>
            </w:r>
            <w:r w:rsidRPr="00597900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 Randomization of Groups</w:t>
            </w:r>
          </w:p>
          <w:p w:rsidR="00C10E66" w:rsidRDefault="00C10E66" w:rsidP="005E1B4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given card with one of elements #1-30 printed on it </w:t>
            </w:r>
          </w:p>
          <w:p w:rsidR="00C10E66" w:rsidRDefault="00C10E66" w:rsidP="005E1B4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Students must group themselves according to elemental family (alkali metals, alkaline earth metals, transition metals, other metals, non metals, halogens, noble gases)</w:t>
            </w:r>
          </w:p>
          <w:p w:rsidR="00C10E66" w:rsidRDefault="00C10E66" w:rsidP="005E1B4B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Larger groups divided such that groups no bigger than 3-4 students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597900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Groups of 3-4 </w:t>
            </w:r>
            <w:r w:rsidRPr="00597900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 Placemat </w:t>
            </w:r>
          </w:p>
          <w:p w:rsidR="00C10E66" w:rsidRDefault="00C10E66" w:rsidP="008E7DDC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Students independently write down everything they know about acids, bases, neutralization reactions, pH etc</w:t>
            </w:r>
          </w:p>
          <w:p w:rsidR="00C10E66" w:rsidRDefault="00C10E66" w:rsidP="008E7DDC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Main points summarized in Placemat via group discussion  </w:t>
            </w:r>
          </w:p>
          <w:p w:rsidR="00C10E66" w:rsidRDefault="00C10E66" w:rsidP="008E7DDC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Several groups present main point to entire class without overlap 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9F3297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07" w:type="dxa"/>
            <w:gridSpan w:val="2"/>
          </w:tcPr>
          <w:p w:rsidR="00C10E66" w:rsidRDefault="00C10E66" w:rsidP="00134EA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Engage students with interactive activity </w:t>
            </w:r>
          </w:p>
          <w:p w:rsidR="00C10E66" w:rsidRDefault="00C10E66" w:rsidP="00134EA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Refresh knowledge of first 20 elements</w:t>
            </w:r>
          </w:p>
          <w:p w:rsidR="00C10E66" w:rsidRDefault="00C10E66" w:rsidP="00EB10B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EB10B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EB10B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EB10B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EB10B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EB10B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EB10B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Assess prior knowledge and readiness </w:t>
            </w:r>
          </w:p>
          <w:p w:rsidR="00C10E66" w:rsidRDefault="00C10E66" w:rsidP="00EB10B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Activates prior knowledge for use in today’s class </w:t>
            </w:r>
          </w:p>
          <w:p w:rsidR="00C10E66" w:rsidRPr="009F3297" w:rsidRDefault="00C10E66" w:rsidP="00EB10B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Lack of overlap ensures students are listening and focused </w:t>
            </w:r>
          </w:p>
        </w:tc>
        <w:tc>
          <w:tcPr>
            <w:tcW w:w="2091" w:type="dxa"/>
          </w:tcPr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AfL</w:t>
            </w:r>
          </w:p>
          <w:p w:rsidR="00C10E66" w:rsidRDefault="00C10E66" w:rsidP="000A63EB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Circulate to monitor group correctness  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AaL</w:t>
            </w:r>
          </w:p>
          <w:p w:rsidR="00C10E66" w:rsidRDefault="00C10E66" w:rsidP="000A63EB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determine who belongs in which family </w:t>
            </w:r>
          </w:p>
          <w:p w:rsidR="00C10E66" w:rsidRDefault="00C10E66" w:rsidP="0044432A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44432A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44432A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44432A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44432A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AfL</w:t>
            </w:r>
          </w:p>
          <w:p w:rsidR="00C10E66" w:rsidRPr="009F3297" w:rsidRDefault="00C10E66" w:rsidP="0044432A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Circulate and monitor placemats to locate gaps in required knowledge </w:t>
            </w:r>
          </w:p>
        </w:tc>
      </w:tr>
      <w:tr w:rsidR="00C10E66" w:rsidRPr="009F3297" w:rsidTr="00503BEE">
        <w:tc>
          <w:tcPr>
            <w:tcW w:w="1816" w:type="dxa"/>
          </w:tcPr>
          <w:p w:rsidR="00C10E66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023FF5">
              <w:rPr>
                <w:rFonts w:ascii="Arial" w:hAnsi="Arial"/>
                <w:b/>
                <w:sz w:val="24"/>
                <w:szCs w:val="24"/>
              </w:rPr>
              <w:t>Action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15mins 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Appendix III (PowerPoint)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Appendix IV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(traffic lights)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15mins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Appendix V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(handout) 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15mins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Appendix VI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(Teacher Notes)</w:t>
            </w:r>
          </w:p>
          <w:p w:rsidR="00C10E66" w:rsidRPr="00D52FC5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C10E66" w:rsidRPr="00597900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Whole Class </w:t>
            </w:r>
            <w:r w:rsidRPr="00597900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 PowerPoint Presentation</w:t>
            </w:r>
          </w:p>
          <w:p w:rsidR="00C10E66" w:rsidRDefault="00C10E66" w:rsidP="00715DF6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Review concepts of pH, pOH, [H3O</w:t>
            </w:r>
            <w:r w:rsidRPr="00715DF6">
              <w:rPr>
                <w:rFonts w:ascii="Arial" w:hAnsi="Arial"/>
                <w:sz w:val="24"/>
                <w:szCs w:val="24"/>
                <w:vertAlign w:val="superscript"/>
              </w:rPr>
              <w:t>+</w:t>
            </w:r>
            <w:r>
              <w:rPr>
                <w:rFonts w:ascii="Arial" w:hAnsi="Arial"/>
                <w:sz w:val="24"/>
                <w:szCs w:val="24"/>
              </w:rPr>
              <w:t>], [</w:t>
            </w:r>
            <w:smartTag w:uri="urn:schemas-microsoft-com:office:smarttags" w:element="State">
              <w:r>
                <w:rPr>
                  <w:rFonts w:ascii="Arial" w:hAnsi="Arial"/>
                  <w:sz w:val="24"/>
                  <w:szCs w:val="24"/>
                </w:rPr>
                <w:t>OH</w:t>
              </w:r>
              <w:r w:rsidRPr="00715DF6">
                <w:rPr>
                  <w:rFonts w:ascii="Arial" w:hAnsi="Arial"/>
                  <w:sz w:val="24"/>
                  <w:szCs w:val="24"/>
                  <w:vertAlign w:val="superscript"/>
                </w:rPr>
                <w:t>-</w:t>
              </w:r>
            </w:smartTag>
            <w:r>
              <w:rPr>
                <w:rFonts w:ascii="Arial" w:hAnsi="Arial"/>
                <w:sz w:val="24"/>
                <w:szCs w:val="24"/>
              </w:rPr>
              <w:t xml:space="preserve">], strong acids and bases, neutralization reactions </w:t>
            </w:r>
          </w:p>
          <w:p w:rsidR="00C10E66" w:rsidRDefault="00C10E66" w:rsidP="00F75DCC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Groups given set of red, yellow, green cards (green = I understand, red = I don’t understand)</w:t>
            </w:r>
          </w:p>
          <w:p w:rsidR="00C10E66" w:rsidRDefault="00C10E66" w:rsidP="002A0FC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597900" w:rsidRDefault="00C10E66" w:rsidP="002A0FCC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Groups of 3-4 </w:t>
            </w:r>
            <w:r w:rsidRPr="00597900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 Jigsaw with Handout</w:t>
            </w:r>
          </w:p>
          <w:p w:rsidR="00C10E66" w:rsidRDefault="00C10E66" w:rsidP="00EC00F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Each student in group completes three questions from worksheet</w:t>
            </w:r>
          </w:p>
          <w:p w:rsidR="00C10E66" w:rsidRDefault="00C10E66" w:rsidP="00EC00F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must teach questions to group members and vice versa </w:t>
            </w:r>
          </w:p>
          <w:p w:rsidR="00C10E66" w:rsidRDefault="00C10E66" w:rsidP="005C78E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5C78E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597900" w:rsidRDefault="00C10E66" w:rsidP="005C78E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Whole Class </w:t>
            </w:r>
            <w:r w:rsidRPr="00597900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 Demonstration </w:t>
            </w:r>
          </w:p>
          <w:p w:rsidR="00C10E66" w:rsidRDefault="00C10E66" w:rsidP="00AB458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Beakers of strong acids and bases displayed on bench with labels </w:t>
            </w:r>
          </w:p>
          <w:p w:rsidR="00C10E66" w:rsidRDefault="00C10E66" w:rsidP="00AB458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Students calculate theoretical pH using given concentration and volume</w:t>
            </w:r>
          </w:p>
          <w:p w:rsidR="00C10E66" w:rsidRDefault="00C10E66" w:rsidP="00AB458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Actual pH measured via pH meter</w:t>
            </w:r>
          </w:p>
          <w:p w:rsidR="00C10E66" w:rsidRPr="009F3297" w:rsidRDefault="00C10E66" w:rsidP="00AB458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Class discussion on discrepancy between theory and practice </w:t>
            </w:r>
          </w:p>
        </w:tc>
        <w:tc>
          <w:tcPr>
            <w:tcW w:w="2007" w:type="dxa"/>
            <w:gridSpan w:val="2"/>
          </w:tcPr>
          <w:p w:rsidR="00C10E66" w:rsidRDefault="00C10E66" w:rsidP="00DA3DD5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Allow students to construct new knowledge</w:t>
            </w:r>
          </w:p>
          <w:p w:rsidR="00C10E66" w:rsidRDefault="00C10E66" w:rsidP="002A664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2A664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2A664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2A664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2A6647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2A664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Allows students to troubleshoot peers’ work </w:t>
            </w:r>
          </w:p>
          <w:p w:rsidR="00C10E66" w:rsidRDefault="00C10E66" w:rsidP="009F64E4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9F64E4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9F64E4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9F64E4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9F64E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Allows students to make connection between theory and practice </w:t>
            </w:r>
          </w:p>
          <w:p w:rsidR="00C10E66" w:rsidRPr="009F3297" w:rsidRDefault="00C10E66" w:rsidP="009F64E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Allows students to realize that predictions ≠ results sometimes</w:t>
            </w:r>
          </w:p>
        </w:tc>
        <w:tc>
          <w:tcPr>
            <w:tcW w:w="2091" w:type="dxa"/>
          </w:tcPr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AfL</w:t>
            </w:r>
          </w:p>
          <w:p w:rsidR="00C10E66" w:rsidRDefault="00C10E66" w:rsidP="00431F9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Traffic lights determine pace of lesson and depth of explanation </w:t>
            </w:r>
          </w:p>
          <w:p w:rsidR="00C10E66" w:rsidRDefault="00C10E66" w:rsidP="00F75DC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F75DC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F75DC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F75DCC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AaL </w:t>
            </w:r>
          </w:p>
          <w:p w:rsidR="00C10E66" w:rsidRDefault="00C10E66" w:rsidP="00BB1699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Students reflect on learning through teaching</w:t>
            </w:r>
          </w:p>
          <w:p w:rsidR="00C10E66" w:rsidRDefault="00C10E66" w:rsidP="00471DB1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Pr="009F3297" w:rsidRDefault="00C10E66" w:rsidP="00471DB1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C10E66" w:rsidRPr="009F3297" w:rsidTr="00503BEE">
        <w:tc>
          <w:tcPr>
            <w:tcW w:w="1816" w:type="dxa"/>
          </w:tcPr>
          <w:p w:rsidR="00C10E66" w:rsidRPr="00641A0C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641A0C">
              <w:rPr>
                <w:rFonts w:ascii="Arial" w:hAnsi="Arial"/>
                <w:b/>
                <w:sz w:val="24"/>
                <w:szCs w:val="24"/>
              </w:rPr>
              <w:t>Consolidation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15mins 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Appendix VII (Teacher Notes)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Appendix VIII</w:t>
            </w: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(Triangles Reflection)</w:t>
            </w:r>
          </w:p>
          <w:p w:rsidR="00C10E66" w:rsidRPr="009F3297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190" w:type="dxa"/>
            <w:gridSpan w:val="2"/>
          </w:tcPr>
          <w:p w:rsidR="00C10E66" w:rsidRPr="00597900" w:rsidRDefault="00C10E66" w:rsidP="000108BC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Whole Class </w:t>
            </w:r>
            <w:r w:rsidRPr="00597900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597900">
              <w:rPr>
                <w:rFonts w:ascii="Arial" w:hAnsi="Arial"/>
                <w:b/>
                <w:sz w:val="24"/>
                <w:szCs w:val="24"/>
              </w:rPr>
              <w:t xml:space="preserve"> Demonstration </w:t>
            </w:r>
          </w:p>
          <w:p w:rsidR="00C10E66" w:rsidRDefault="00C10E66" w:rsidP="00843BA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Strong acid added to strong base </w:t>
            </w:r>
          </w:p>
          <w:p w:rsidR="00C10E66" w:rsidRDefault="00C10E66" w:rsidP="00843BA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in groups calculate theoretical pH using given concentration and volume with stoichiometry </w:t>
            </w:r>
          </w:p>
          <w:p w:rsidR="00C10E66" w:rsidRDefault="00C10E66" w:rsidP="0019493D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19493D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C10E66" w:rsidRPr="0019493D" w:rsidRDefault="00C10E66" w:rsidP="0019493D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I</w:t>
            </w:r>
            <w:r w:rsidRPr="0019493D">
              <w:rPr>
                <w:rFonts w:ascii="Arial" w:hAnsi="Arial"/>
                <w:b/>
                <w:sz w:val="24"/>
                <w:szCs w:val="24"/>
              </w:rPr>
              <w:t xml:space="preserve">ndividual </w:t>
            </w:r>
            <w:r w:rsidRPr="0019493D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19493D">
              <w:rPr>
                <w:rFonts w:ascii="Arial" w:hAnsi="Arial"/>
                <w:b/>
                <w:sz w:val="24"/>
                <w:szCs w:val="24"/>
              </w:rPr>
              <w:t xml:space="preserve"> Triangles Reflection </w:t>
            </w:r>
          </w:p>
          <w:p w:rsidR="00C10E66" w:rsidRPr="009F3297" w:rsidRDefault="00C10E66" w:rsidP="00F861EB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Students fill out and submit sheet before being dismissed </w:t>
            </w:r>
          </w:p>
        </w:tc>
        <w:tc>
          <w:tcPr>
            <w:tcW w:w="2007" w:type="dxa"/>
            <w:gridSpan w:val="2"/>
          </w:tcPr>
          <w:p w:rsidR="00C10E66" w:rsidRDefault="00C10E66" w:rsidP="00F073A5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Allows students to make connection between theory and practice </w:t>
            </w:r>
          </w:p>
          <w:p w:rsidR="00C10E66" w:rsidRDefault="00C10E66" w:rsidP="00DE54C2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DE54C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To highlight the big ideas </w:t>
            </w:r>
          </w:p>
          <w:p w:rsidR="00C10E66" w:rsidRDefault="00C10E66" w:rsidP="00DE54C2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To reflect on learning </w:t>
            </w:r>
          </w:p>
          <w:p w:rsidR="00C10E66" w:rsidRPr="009F3297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091" w:type="dxa"/>
          </w:tcPr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:rsidR="00C10E66" w:rsidRDefault="00C10E66" w:rsidP="007B3D76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AaL</w:t>
            </w:r>
          </w:p>
          <w:p w:rsidR="00C10E66" w:rsidRPr="009F3297" w:rsidRDefault="00C10E66" w:rsidP="00A63667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Triangles as ticket out of class </w:t>
            </w:r>
          </w:p>
        </w:tc>
      </w:tr>
      <w:tr w:rsidR="00C10E66" w:rsidRPr="009F3297" w:rsidTr="001A30CF">
        <w:tc>
          <w:tcPr>
            <w:tcW w:w="1816" w:type="dxa"/>
          </w:tcPr>
          <w:p w:rsidR="00C10E66" w:rsidRPr="009A4763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Next Steps </w:t>
            </w:r>
            <w:r w:rsidRPr="009A4763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88" w:type="dxa"/>
            <w:gridSpan w:val="5"/>
          </w:tcPr>
          <w:p w:rsidR="00C10E66" w:rsidRPr="0014211D" w:rsidRDefault="00C10E66" w:rsidP="007B3D7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F17CA1">
              <w:rPr>
                <w:rFonts w:ascii="Arial" w:hAnsi="Arial"/>
                <w:b/>
                <w:sz w:val="24"/>
                <w:szCs w:val="24"/>
              </w:rPr>
              <w:t xml:space="preserve">Individual </w:t>
            </w:r>
            <w:r w:rsidRPr="00F17CA1">
              <w:rPr>
                <w:rFonts w:ascii="Arial" w:hAnsi="Arial"/>
                <w:b/>
                <w:sz w:val="24"/>
                <w:szCs w:val="24"/>
              </w:rPr>
              <w:sym w:font="Wingdings" w:char="F0E0"/>
            </w:r>
            <w:r w:rsidRPr="00F17CA1">
              <w:rPr>
                <w:rFonts w:ascii="Arial" w:hAnsi="Arial"/>
                <w:b/>
                <w:sz w:val="24"/>
                <w:szCs w:val="24"/>
              </w:rPr>
              <w:t xml:space="preserve"> Question Design</w:t>
            </w:r>
            <w:r w:rsidRPr="0014211D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  <w:p w:rsidR="00C10E66" w:rsidRDefault="00C10E66" w:rsidP="00B7061D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Create 3 sample questions with full solutions of varying difficulty (easy, medium, hard)    </w:t>
            </w:r>
          </w:p>
          <w:p w:rsidR="00C10E66" w:rsidRPr="009F3297" w:rsidRDefault="00C10E66" w:rsidP="00B7061D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Class notes, textbook, internet, etc to be used as resources </w:t>
            </w:r>
          </w:p>
        </w:tc>
      </w:tr>
    </w:tbl>
    <w:p w:rsidR="00C10E66" w:rsidRPr="009F3297" w:rsidRDefault="00C10E66">
      <w:pPr>
        <w:rPr>
          <w:rFonts w:ascii="Arial" w:hAnsi="Arial"/>
          <w:sz w:val="24"/>
          <w:szCs w:val="24"/>
        </w:rPr>
      </w:pPr>
    </w:p>
    <w:sectPr w:rsidR="00C10E66" w:rsidRPr="009F3297" w:rsidSect="005E1B4B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A17"/>
    <w:multiLevelType w:val="hybridMultilevel"/>
    <w:tmpl w:val="AA1442A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7D533D"/>
    <w:multiLevelType w:val="hybridMultilevel"/>
    <w:tmpl w:val="078828C2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3FA4C66"/>
    <w:multiLevelType w:val="hybridMultilevel"/>
    <w:tmpl w:val="49BE5C5A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4152C4D"/>
    <w:multiLevelType w:val="hybridMultilevel"/>
    <w:tmpl w:val="64A0BDF4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4B4620F"/>
    <w:multiLevelType w:val="hybridMultilevel"/>
    <w:tmpl w:val="532EA364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0F847B3"/>
    <w:multiLevelType w:val="hybridMultilevel"/>
    <w:tmpl w:val="59EAD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1A6CE8"/>
    <w:multiLevelType w:val="hybridMultilevel"/>
    <w:tmpl w:val="7354CBAA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9921D5B"/>
    <w:multiLevelType w:val="hybridMultilevel"/>
    <w:tmpl w:val="D724026A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B0E1825"/>
    <w:multiLevelType w:val="hybridMultilevel"/>
    <w:tmpl w:val="3B72EA50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BE55785"/>
    <w:multiLevelType w:val="hybridMultilevel"/>
    <w:tmpl w:val="8EE0B00A"/>
    <w:lvl w:ilvl="0" w:tplc="1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D76"/>
    <w:rsid w:val="000108BC"/>
    <w:rsid w:val="00023FF5"/>
    <w:rsid w:val="00076B28"/>
    <w:rsid w:val="0008725E"/>
    <w:rsid w:val="00090CA2"/>
    <w:rsid w:val="000929E9"/>
    <w:rsid w:val="00096478"/>
    <w:rsid w:val="000A63EB"/>
    <w:rsid w:val="000E1AF5"/>
    <w:rsid w:val="000F36C8"/>
    <w:rsid w:val="00121BD8"/>
    <w:rsid w:val="00134EA8"/>
    <w:rsid w:val="0014211D"/>
    <w:rsid w:val="00166BD8"/>
    <w:rsid w:val="0019493D"/>
    <w:rsid w:val="001A30CF"/>
    <w:rsid w:val="001B4376"/>
    <w:rsid w:val="00201BBE"/>
    <w:rsid w:val="00247870"/>
    <w:rsid w:val="00252BA7"/>
    <w:rsid w:val="002758A7"/>
    <w:rsid w:val="00283432"/>
    <w:rsid w:val="00286B46"/>
    <w:rsid w:val="002A0FCC"/>
    <w:rsid w:val="002A57C6"/>
    <w:rsid w:val="002A6647"/>
    <w:rsid w:val="002B4FFD"/>
    <w:rsid w:val="00302842"/>
    <w:rsid w:val="00330FE0"/>
    <w:rsid w:val="003432DE"/>
    <w:rsid w:val="00374EAF"/>
    <w:rsid w:val="00383B62"/>
    <w:rsid w:val="00396A3F"/>
    <w:rsid w:val="003D2E73"/>
    <w:rsid w:val="00431F9D"/>
    <w:rsid w:val="0044432A"/>
    <w:rsid w:val="00471DB1"/>
    <w:rsid w:val="004C42DB"/>
    <w:rsid w:val="004E2B87"/>
    <w:rsid w:val="00503BEE"/>
    <w:rsid w:val="00505B47"/>
    <w:rsid w:val="00527F91"/>
    <w:rsid w:val="0053156D"/>
    <w:rsid w:val="005530B3"/>
    <w:rsid w:val="00571079"/>
    <w:rsid w:val="00595BEE"/>
    <w:rsid w:val="00597900"/>
    <w:rsid w:val="005B06FE"/>
    <w:rsid w:val="005B5B90"/>
    <w:rsid w:val="005C78E6"/>
    <w:rsid w:val="005E1B4B"/>
    <w:rsid w:val="005F0855"/>
    <w:rsid w:val="005F6B98"/>
    <w:rsid w:val="006206A2"/>
    <w:rsid w:val="006227D3"/>
    <w:rsid w:val="006237B1"/>
    <w:rsid w:val="0064158E"/>
    <w:rsid w:val="00641A0C"/>
    <w:rsid w:val="006455D4"/>
    <w:rsid w:val="00667F84"/>
    <w:rsid w:val="006747B3"/>
    <w:rsid w:val="006B53F0"/>
    <w:rsid w:val="006E0C59"/>
    <w:rsid w:val="006E3F84"/>
    <w:rsid w:val="00715DF6"/>
    <w:rsid w:val="00751973"/>
    <w:rsid w:val="00770538"/>
    <w:rsid w:val="00787C15"/>
    <w:rsid w:val="00792B68"/>
    <w:rsid w:val="007A5D14"/>
    <w:rsid w:val="007B3D76"/>
    <w:rsid w:val="007D2D82"/>
    <w:rsid w:val="007D7EF3"/>
    <w:rsid w:val="0080027F"/>
    <w:rsid w:val="008238C1"/>
    <w:rsid w:val="00843BAD"/>
    <w:rsid w:val="00865BB3"/>
    <w:rsid w:val="008710E9"/>
    <w:rsid w:val="00871C58"/>
    <w:rsid w:val="00881897"/>
    <w:rsid w:val="00883B59"/>
    <w:rsid w:val="00893A66"/>
    <w:rsid w:val="008D2A30"/>
    <w:rsid w:val="008E2330"/>
    <w:rsid w:val="008E3278"/>
    <w:rsid w:val="008E7DDC"/>
    <w:rsid w:val="008F024C"/>
    <w:rsid w:val="00902C4C"/>
    <w:rsid w:val="00913CEB"/>
    <w:rsid w:val="00933D43"/>
    <w:rsid w:val="009A4763"/>
    <w:rsid w:val="009C5BC4"/>
    <w:rsid w:val="009D4689"/>
    <w:rsid w:val="009E4F71"/>
    <w:rsid w:val="009F3297"/>
    <w:rsid w:val="009F64E4"/>
    <w:rsid w:val="00A114D5"/>
    <w:rsid w:val="00A12CEB"/>
    <w:rsid w:val="00A169FF"/>
    <w:rsid w:val="00A32ED3"/>
    <w:rsid w:val="00A63667"/>
    <w:rsid w:val="00A7572D"/>
    <w:rsid w:val="00A91E8D"/>
    <w:rsid w:val="00AB458A"/>
    <w:rsid w:val="00AD531A"/>
    <w:rsid w:val="00B066EA"/>
    <w:rsid w:val="00B11B19"/>
    <w:rsid w:val="00B66B3C"/>
    <w:rsid w:val="00B7061D"/>
    <w:rsid w:val="00BB0085"/>
    <w:rsid w:val="00BB1699"/>
    <w:rsid w:val="00BE755A"/>
    <w:rsid w:val="00C10E66"/>
    <w:rsid w:val="00C657CA"/>
    <w:rsid w:val="00CA12E7"/>
    <w:rsid w:val="00CD032C"/>
    <w:rsid w:val="00D07061"/>
    <w:rsid w:val="00D246EA"/>
    <w:rsid w:val="00D34C74"/>
    <w:rsid w:val="00D52FC5"/>
    <w:rsid w:val="00D53F25"/>
    <w:rsid w:val="00D62951"/>
    <w:rsid w:val="00D66A02"/>
    <w:rsid w:val="00D8737B"/>
    <w:rsid w:val="00D90163"/>
    <w:rsid w:val="00D909F4"/>
    <w:rsid w:val="00D92337"/>
    <w:rsid w:val="00D93070"/>
    <w:rsid w:val="00D97B29"/>
    <w:rsid w:val="00DA3DD5"/>
    <w:rsid w:val="00DB10CF"/>
    <w:rsid w:val="00DE2D30"/>
    <w:rsid w:val="00DE54C2"/>
    <w:rsid w:val="00E06AE7"/>
    <w:rsid w:val="00E0728B"/>
    <w:rsid w:val="00E11F9F"/>
    <w:rsid w:val="00E277DB"/>
    <w:rsid w:val="00E524E6"/>
    <w:rsid w:val="00E82784"/>
    <w:rsid w:val="00E841E6"/>
    <w:rsid w:val="00E9634D"/>
    <w:rsid w:val="00EB10B2"/>
    <w:rsid w:val="00EC00F4"/>
    <w:rsid w:val="00EF719F"/>
    <w:rsid w:val="00F073A5"/>
    <w:rsid w:val="00F17CA1"/>
    <w:rsid w:val="00F20E2A"/>
    <w:rsid w:val="00F27C01"/>
    <w:rsid w:val="00F668D7"/>
    <w:rsid w:val="00F670A5"/>
    <w:rsid w:val="00F75DCC"/>
    <w:rsid w:val="00F861EB"/>
    <w:rsid w:val="00FB37C0"/>
    <w:rsid w:val="00FB63E7"/>
    <w:rsid w:val="00FD2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sz w:val="22"/>
        <w:szCs w:val="22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7DB"/>
    <w:pPr>
      <w:spacing w:after="200" w:line="276" w:lineRule="auto"/>
    </w:pPr>
    <w:rPr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B3D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3</Pages>
  <Words>735</Words>
  <Characters>4193</Characters>
  <Application>Microsoft Office Outlook</Application>
  <DocSecurity>0</DocSecurity>
  <Lines>0</Lines>
  <Paragraphs>0</Paragraphs>
  <ScaleCrop>false</ScaleCrop>
  <Company>University of Toronto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CAF_User</dc:creator>
  <cp:keywords/>
  <dc:description/>
  <cp:lastModifiedBy>Mike Law</cp:lastModifiedBy>
  <cp:revision>12</cp:revision>
  <dcterms:created xsi:type="dcterms:W3CDTF">2011-10-20T22:52:00Z</dcterms:created>
  <dcterms:modified xsi:type="dcterms:W3CDTF">2011-10-21T02:19:00Z</dcterms:modified>
</cp:coreProperties>
</file>